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9EC54" w14:textId="119E8289" w:rsidR="00821C80" w:rsidRPr="00396F1B" w:rsidRDefault="0001288D">
      <w:pPr>
        <w:pStyle w:val="Heading3"/>
        <w:rPr>
          <w:rFonts w:ascii="Sylfaen" w:hAnsi="Sylfaen" w:cstheme="minorHAnsi"/>
          <w:b w:val="0"/>
          <w:bCs/>
          <w:sz w:val="24"/>
        </w:rPr>
      </w:pPr>
      <w:r w:rsidRPr="00396F1B">
        <w:rPr>
          <w:rFonts w:ascii="Sylfaen" w:hAnsi="Sylfaen" w:cstheme="minorHAnsi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B931D8" wp14:editId="1EB9DEC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D7DC72" w14:textId="77777777" w:rsidR="00821C80" w:rsidRDefault="00821C80"/>
                          <w:p w14:paraId="0F30F5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454905F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33871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D283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91DC3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B9773F8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48B86D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4CD80FE7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931D8" id="AutoShape 2" o:spid="_x0000_s1026" style="position:absolute;left:0;text-align:left;margin-left:-4.9pt;margin-top:-26.55pt;width:184.5pt;height: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57D7DC72" w14:textId="77777777" w:rsidR="00821C80" w:rsidRDefault="00821C80"/>
                    <w:p w14:paraId="0F30F5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454905F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1B33871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D283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1191DC3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B9773F8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48B86D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4CD80FE7" w14:textId="77777777" w:rsidR="00821C80" w:rsidRDefault="00821C80"/>
                  </w:txbxContent>
                </v:textbox>
              </v:roundrect>
            </w:pict>
          </mc:Fallback>
        </mc:AlternateContent>
      </w:r>
      <w:r w:rsidR="0019419A" w:rsidRPr="00396F1B">
        <w:rPr>
          <w:rFonts w:ascii="Sylfaen" w:hAnsi="Sylfaen" w:cstheme="minorHAnsi"/>
          <w:b w:val="0"/>
          <w:bCs/>
          <w:sz w:val="24"/>
        </w:rPr>
        <w:t>Załącznik nr 5.2</w:t>
      </w:r>
    </w:p>
    <w:p w14:paraId="7F5C2CA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0E29F03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79F13708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35D931EE" w14:textId="593F5DB4" w:rsidR="00150D7E" w:rsidRPr="00396F1B" w:rsidRDefault="00122EDF" w:rsidP="00150D7E">
      <w:pPr>
        <w:rPr>
          <w:rFonts w:ascii="Sylfaen" w:hAnsi="Sylfaen" w:cstheme="minorHAnsi"/>
          <w:sz w:val="24"/>
          <w:szCs w:val="24"/>
        </w:rPr>
      </w:pPr>
      <w:r w:rsidRPr="00396F1B">
        <w:rPr>
          <w:rFonts w:ascii="Sylfaen" w:hAnsi="Sylfaen" w:cstheme="minorHAnsi"/>
          <w:sz w:val="24"/>
          <w:szCs w:val="24"/>
        </w:rPr>
        <w:t>Numer refer</w:t>
      </w:r>
      <w:r w:rsidR="00396F1B" w:rsidRPr="00396F1B">
        <w:rPr>
          <w:rFonts w:ascii="Sylfaen" w:hAnsi="Sylfaen" w:cstheme="minorHAnsi"/>
          <w:sz w:val="24"/>
          <w:szCs w:val="24"/>
        </w:rPr>
        <w:t>e</w:t>
      </w:r>
      <w:r w:rsidRPr="00396F1B">
        <w:rPr>
          <w:rFonts w:ascii="Sylfaen" w:hAnsi="Sylfaen" w:cstheme="minorHAnsi"/>
          <w:sz w:val="24"/>
          <w:szCs w:val="24"/>
        </w:rPr>
        <w:t>ncyjny</w:t>
      </w:r>
      <w:r w:rsidR="00150D7E" w:rsidRPr="00396F1B">
        <w:rPr>
          <w:rFonts w:ascii="Sylfaen" w:hAnsi="Sylfaen" w:cstheme="minorHAnsi"/>
          <w:sz w:val="24"/>
          <w:szCs w:val="24"/>
        </w:rPr>
        <w:t xml:space="preserve">: </w:t>
      </w:r>
      <w:r w:rsidR="00396F1B" w:rsidRPr="00396F1B">
        <w:rPr>
          <w:rFonts w:ascii="Sylfaen" w:hAnsi="Sylfaen" w:cstheme="minorHAnsi"/>
          <w:sz w:val="24"/>
          <w:szCs w:val="24"/>
        </w:rPr>
        <w:t xml:space="preserve">101/IB/2024  </w:t>
      </w:r>
    </w:p>
    <w:p w14:paraId="685D5365" w14:textId="77777777" w:rsidR="00821C80" w:rsidRPr="00396F1B" w:rsidRDefault="00821C80">
      <w:pPr>
        <w:spacing w:line="360" w:lineRule="auto"/>
        <w:rPr>
          <w:rFonts w:ascii="Sylfaen" w:hAnsi="Sylfaen" w:cstheme="minorHAnsi"/>
          <w:sz w:val="22"/>
        </w:rPr>
      </w:pPr>
    </w:p>
    <w:p w14:paraId="2FBC6ADA" w14:textId="76F14737" w:rsidR="00122EDF" w:rsidRPr="00396F1B" w:rsidRDefault="0060654D" w:rsidP="00122EDF">
      <w:pPr>
        <w:pStyle w:val="Heading4"/>
        <w:rPr>
          <w:rFonts w:ascii="Sylfaen" w:hAnsi="Sylfaen" w:cstheme="minorHAnsi"/>
          <w:spacing w:val="30"/>
          <w:sz w:val="28"/>
        </w:rPr>
      </w:pPr>
      <w:r w:rsidRPr="00396F1B">
        <w:rPr>
          <w:rFonts w:ascii="Sylfaen" w:hAnsi="Sylfaen" w:cstheme="minorHAnsi"/>
          <w:spacing w:val="30"/>
          <w:sz w:val="28"/>
        </w:rPr>
        <w:t>WYKAZ OSÓB</w:t>
      </w:r>
    </w:p>
    <w:p w14:paraId="6545D044" w14:textId="6E4548F9" w:rsidR="00821C80" w:rsidRPr="00396F1B" w:rsidRDefault="00122EDF" w:rsidP="00122EDF">
      <w:pPr>
        <w:pStyle w:val="Heading4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skierowanych przez Wykonawcę do realizacji zamówienia publicznego</w:t>
      </w:r>
      <w:r w:rsidR="00407590" w:rsidRPr="00396F1B">
        <w:rPr>
          <w:rFonts w:ascii="Sylfaen" w:hAnsi="Sylfaen" w:cstheme="minorHAnsi"/>
        </w:rPr>
        <w:t>, w szczególności odpowiedzialnych za</w:t>
      </w:r>
      <w:r w:rsidRPr="00396F1B">
        <w:rPr>
          <w:rFonts w:ascii="Sylfaen" w:hAnsi="Sylfaen" w:cstheme="minorHAnsi"/>
        </w:rPr>
        <w:t xml:space="preserve"> </w:t>
      </w:r>
      <w:r w:rsidR="00AD7432" w:rsidRPr="00396F1B">
        <w:rPr>
          <w:rFonts w:ascii="Sylfaen" w:hAnsi="Sylfaen" w:cstheme="minorHAnsi"/>
        </w:rPr>
        <w:t>świadczenie</w:t>
      </w:r>
      <w:r w:rsidR="00F83B51" w:rsidRPr="00396F1B">
        <w:rPr>
          <w:rFonts w:ascii="Sylfaen" w:hAnsi="Sylfaen" w:cstheme="minorHAnsi"/>
        </w:rPr>
        <w:t xml:space="preserve">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396F1B">
        <w:rPr>
          <w:rFonts w:ascii="Sylfaen" w:hAnsi="Sylfaen" w:cstheme="minorHAnsi"/>
        </w:rPr>
        <w:t>.</w:t>
      </w:r>
    </w:p>
    <w:p w14:paraId="4253BFC8" w14:textId="77777777" w:rsidR="00150D7E" w:rsidRPr="00396F1B" w:rsidRDefault="00150D7E" w:rsidP="0060654D">
      <w:pPr>
        <w:pStyle w:val="BodyText2"/>
        <w:rPr>
          <w:rFonts w:ascii="Sylfaen" w:hAnsi="Sylfaen" w:cstheme="minorHAnsi"/>
        </w:rPr>
      </w:pPr>
    </w:p>
    <w:p w14:paraId="21F137E5" w14:textId="77777777" w:rsidR="00150D7E" w:rsidRPr="00396F1B" w:rsidRDefault="00150D7E" w:rsidP="00150D7E">
      <w:pPr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Składając ofertę w postępowaniu o udzielenie zamówienia publicznego prowadzonym w trybie </w:t>
      </w:r>
      <w:r w:rsidR="0046665C" w:rsidRPr="00396F1B">
        <w:rPr>
          <w:rFonts w:ascii="Sylfaen" w:hAnsi="Sylfaen" w:cstheme="minorHAnsi"/>
          <w:b/>
          <w:bCs/>
          <w:sz w:val="24"/>
          <w:szCs w:val="24"/>
        </w:rPr>
        <w:t>podstawowym bez negocjacji</w:t>
      </w:r>
      <w:r w:rsidRPr="00396F1B">
        <w:rPr>
          <w:rFonts w:ascii="Sylfaen" w:hAnsi="Sylfaen" w:cstheme="minorHAnsi"/>
          <w:b/>
          <w:bCs/>
        </w:rPr>
        <w:t xml:space="preserve"> </w:t>
      </w:r>
      <w:r w:rsidRPr="00396F1B">
        <w:rPr>
          <w:rFonts w:ascii="Sylfaen" w:hAnsi="Sylfaen" w:cstheme="minorHAnsi"/>
          <w:sz w:val="24"/>
        </w:rPr>
        <w:t>na:</w:t>
      </w:r>
    </w:p>
    <w:p w14:paraId="58203C3B" w14:textId="77777777" w:rsidR="00CC7593" w:rsidRPr="00396F1B" w:rsidRDefault="00CC7593" w:rsidP="0060654D">
      <w:pPr>
        <w:pStyle w:val="BodyText2"/>
        <w:rPr>
          <w:rFonts w:ascii="Sylfaen" w:hAnsi="Sylfaen" w:cs="Calibri"/>
          <w:b/>
          <w:bCs/>
          <w:szCs w:val="24"/>
        </w:rPr>
      </w:pPr>
      <w:r w:rsidRPr="00396F1B">
        <w:rPr>
          <w:rFonts w:ascii="Sylfaen" w:hAnsi="Sylfaen" w:cs="Calibri"/>
          <w:b/>
          <w:bCs/>
          <w:szCs w:val="24"/>
        </w:rPr>
        <w:t>Usługi tłumaczenia z języka polskiego na język angielski i odwrotnie</w:t>
      </w:r>
    </w:p>
    <w:p w14:paraId="66E58591" w14:textId="67B37FF8" w:rsidR="00150D7E" w:rsidRPr="00396F1B" w:rsidRDefault="00150D7E" w:rsidP="0060654D">
      <w:pPr>
        <w:pStyle w:val="BodyText2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OŚWIADCZAM(Y), że w wykonaniu niniejszego zamówienia będą uczestniczyć następujące osoby:</w:t>
      </w:r>
    </w:p>
    <w:p w14:paraId="0E420031" w14:textId="77777777" w:rsidR="0060654D" w:rsidRPr="00396F1B" w:rsidRDefault="0060654D" w:rsidP="0060654D">
      <w:pPr>
        <w:pStyle w:val="BodyText2"/>
        <w:rPr>
          <w:rFonts w:ascii="Sylfaen" w:hAnsi="Sylfaen" w:cstheme="minorHAnsi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396F1B" w:rsidRPr="00396F1B" w14:paraId="27370C78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50E1C9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596B7697" w14:textId="77777777" w:rsidR="00F83B51" w:rsidRPr="00396F1B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AB15F5E" w14:textId="77777777" w:rsidR="00F83B51" w:rsidRPr="00396F1B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3B622842" w14:textId="77777777" w:rsidR="00F83B51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 xml:space="preserve">Doświadczenie </w:t>
            </w:r>
            <w:r w:rsidR="00CC7593" w:rsidRPr="00396F1B">
              <w:rPr>
                <w:rFonts w:ascii="Sylfaen" w:hAnsi="Sylfaen" w:cstheme="minorHAnsi"/>
              </w:rPr>
              <w:t>w latach</w:t>
            </w:r>
          </w:p>
          <w:p w14:paraId="51A44AD3" w14:textId="1BD8010B" w:rsidR="007A0340" w:rsidRPr="00396F1B" w:rsidRDefault="0043467C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>
              <w:rPr>
                <w:rFonts w:ascii="Sylfaen" w:hAnsi="Sylfaen" w:cstheme="minorHAnsi"/>
              </w:rPr>
              <w:t>o</w:t>
            </w:r>
            <w:r w:rsidR="007A0340">
              <w:rPr>
                <w:rFonts w:ascii="Sylfaen" w:hAnsi="Sylfaen" w:cstheme="minorHAnsi"/>
              </w:rPr>
              <w:t xml:space="preserve">raz </w:t>
            </w:r>
            <w:r w:rsidR="00BB177D">
              <w:rPr>
                <w:rFonts w:ascii="Sylfaen" w:hAnsi="Sylfaen" w:cstheme="minorHAnsi"/>
              </w:rPr>
              <w:t xml:space="preserve">liczba zleceń zgodnie z </w:t>
            </w:r>
            <w:r w:rsidR="00C06485">
              <w:rPr>
                <w:rFonts w:ascii="Sylfaen" w:hAnsi="Sylfaen" w:cstheme="minorHAnsi"/>
              </w:rPr>
              <w:t xml:space="preserve">rozdziałem VIII pkt </w:t>
            </w:r>
            <w:r w:rsidR="00EC251B">
              <w:rPr>
                <w:rFonts w:ascii="Sylfaen" w:hAnsi="Sylfaen" w:cstheme="minorHAnsi"/>
              </w:rPr>
              <w:t>2 ppkt 4</w:t>
            </w:r>
          </w:p>
        </w:tc>
        <w:tc>
          <w:tcPr>
            <w:tcW w:w="2126" w:type="dxa"/>
            <w:vAlign w:val="center"/>
          </w:tcPr>
          <w:p w14:paraId="26D76AE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312CE920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F835DC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Informacja o podstawie do dysponowania tymi osobami</w:t>
            </w:r>
          </w:p>
        </w:tc>
      </w:tr>
      <w:tr w:rsidR="00396F1B" w:rsidRPr="00396F1B" w14:paraId="33D1B20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5E61F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84E8029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697A0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1F069E7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1F1B9365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7FF24050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0B9A26D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09F41A5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01E7162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AF0880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8A0578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A4BADB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34550C9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DD1E4E3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3846A9F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4402CCB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A82DF6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4F7E14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148B23E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8EC77EF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62C1D5B4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413037FA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71E046A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</w:tbl>
    <w:p w14:paraId="7ABBFABB" w14:textId="77777777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Jeżeli w wykazie wykonawca wskazał osoby, którymi będzie dysponował musi do oferty dołączyć pisemne zobowiązanie innych podmiotów do udostępnienia osób zdolnych do wykonania zamówienia- jeżeli ma to miejsce. </w:t>
      </w:r>
    </w:p>
    <w:p w14:paraId="6E3CA3C3" w14:textId="48ACB87F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Wykonawca w tabeli wykazuje informacje służące ocenie kryterium opisanemu w </w:t>
      </w:r>
      <w:r w:rsidR="00716212" w:rsidRPr="00396F1B">
        <w:rPr>
          <w:rFonts w:ascii="Sylfaen" w:hAnsi="Sylfaen" w:cstheme="minorHAnsi"/>
          <w:sz w:val="24"/>
        </w:rPr>
        <w:t xml:space="preserve">Rozdziale XIX </w:t>
      </w:r>
      <w:r w:rsidRPr="00396F1B">
        <w:rPr>
          <w:rFonts w:ascii="Sylfaen" w:hAnsi="Sylfaen" w:cstheme="minorHAnsi"/>
          <w:sz w:val="24"/>
        </w:rPr>
        <w:t>SWZ. Doświadczenie należy podać w latach.</w:t>
      </w:r>
    </w:p>
    <w:p w14:paraId="0ABB386A" w14:textId="77777777" w:rsidR="00821C80" w:rsidRPr="00396F1B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……………….dnia ………………. </w:t>
      </w:r>
      <w:r w:rsidR="00821C80" w:rsidRPr="00396F1B">
        <w:rPr>
          <w:rFonts w:ascii="Sylfaen" w:hAnsi="Sylfaen" w:cstheme="minorHAnsi"/>
          <w:sz w:val="24"/>
        </w:rPr>
        <w:tab/>
      </w:r>
      <w:r w:rsidRPr="00396F1B">
        <w:rPr>
          <w:rFonts w:ascii="Sylfaen" w:hAnsi="Sylfaen" w:cstheme="minorHAnsi"/>
          <w:sz w:val="24"/>
        </w:rPr>
        <w:t xml:space="preserve">                                      .………………………………………………………..</w:t>
      </w:r>
    </w:p>
    <w:p w14:paraId="4B6FEBE3" w14:textId="77777777" w:rsidR="00821C80" w:rsidRPr="00396F1B" w:rsidRDefault="00821C80" w:rsidP="00AA594F">
      <w:pPr>
        <w:ind w:left="5529"/>
        <w:jc w:val="center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396F1B" w:rsidSect="00980415"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76327" w14:textId="77777777" w:rsidR="00484CFF" w:rsidRDefault="00484CFF">
      <w:r>
        <w:separator/>
      </w:r>
    </w:p>
  </w:endnote>
  <w:endnote w:type="continuationSeparator" w:id="0">
    <w:p w14:paraId="4B3576ED" w14:textId="77777777" w:rsidR="00484CFF" w:rsidRDefault="00484CFF">
      <w:r>
        <w:continuationSeparator/>
      </w:r>
    </w:p>
  </w:endnote>
  <w:endnote w:type="continuationNotice" w:id="1">
    <w:p w14:paraId="39DBCA06" w14:textId="77777777" w:rsidR="00484CFF" w:rsidRDefault="00484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E47E3" w14:textId="77777777" w:rsidR="00821C80" w:rsidRDefault="00821C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C8C014" w14:textId="77777777" w:rsidR="00821C80" w:rsidRDefault="00821C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2AFD2" w14:textId="77777777" w:rsidR="00821C80" w:rsidRDefault="00821C80">
    <w:pPr>
      <w:pStyle w:val="Footer"/>
      <w:pBdr>
        <w:bottom w:val="single" w:sz="6" w:space="0" w:color="auto"/>
      </w:pBdr>
      <w:tabs>
        <w:tab w:val="clear" w:pos="4536"/>
        <w:tab w:val="left" w:pos="6237"/>
      </w:tabs>
    </w:pPr>
  </w:p>
  <w:p w14:paraId="259763CC" w14:textId="2F63B02E" w:rsidR="00821C80" w:rsidRDefault="00821C80">
    <w:pPr>
      <w:pStyle w:val="Footer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PageNumber"/>
        <w:rFonts w:ascii="Arial" w:hAnsi="Arial"/>
      </w:rPr>
      <w:t xml:space="preserve">Strona: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CC7593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>/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CC7593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5D0A" w14:textId="77777777" w:rsidR="00821C80" w:rsidRDefault="00821C80">
    <w:pPr>
      <w:pStyle w:val="Footer"/>
      <w:pBdr>
        <w:bottom w:val="single" w:sz="6" w:space="0" w:color="auto"/>
      </w:pBdr>
      <w:tabs>
        <w:tab w:val="clear" w:pos="4536"/>
        <w:tab w:val="left" w:pos="6237"/>
      </w:tabs>
    </w:pPr>
  </w:p>
  <w:p w14:paraId="07561031" w14:textId="77777777" w:rsidR="00821C80" w:rsidRDefault="00821C80">
    <w:pPr>
      <w:pStyle w:val="Footer"/>
      <w:tabs>
        <w:tab w:val="clear" w:pos="4536"/>
      </w:tabs>
      <w:jc w:val="center"/>
    </w:pPr>
  </w:p>
  <w:p w14:paraId="0BB7ED30" w14:textId="77777777" w:rsidR="00821C80" w:rsidRDefault="00821C80">
    <w:pPr>
      <w:pStyle w:val="Footer"/>
      <w:tabs>
        <w:tab w:val="clear" w:pos="4536"/>
      </w:tabs>
      <w:jc w:val="center"/>
    </w:pPr>
    <w:r>
      <w:t>System Przetarg © DataComp</w:t>
    </w:r>
    <w:r>
      <w:tab/>
    </w:r>
    <w:r>
      <w:rPr>
        <w:rStyle w:val="PageNumber"/>
      </w:rPr>
      <w:t xml:space="preserve">Strona: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6665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B942" w14:textId="77777777" w:rsidR="00484CFF" w:rsidRDefault="00484CFF">
      <w:r>
        <w:separator/>
      </w:r>
    </w:p>
  </w:footnote>
  <w:footnote w:type="continuationSeparator" w:id="0">
    <w:p w14:paraId="21ECD699" w14:textId="77777777" w:rsidR="00484CFF" w:rsidRDefault="00484CFF">
      <w:r>
        <w:continuationSeparator/>
      </w:r>
    </w:p>
  </w:footnote>
  <w:footnote w:type="continuationNotice" w:id="1">
    <w:p w14:paraId="6814F167" w14:textId="77777777" w:rsidR="00484CFF" w:rsidRDefault="00484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EDC0" w14:textId="77777777" w:rsidR="00821C80" w:rsidRDefault="00821C80">
    <w:pPr>
      <w:pStyle w:val="Header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5C"/>
    <w:rsid w:val="00007B4D"/>
    <w:rsid w:val="0001288D"/>
    <w:rsid w:val="000B76BF"/>
    <w:rsid w:val="00122EDF"/>
    <w:rsid w:val="00150D7E"/>
    <w:rsid w:val="00167DCC"/>
    <w:rsid w:val="0019419A"/>
    <w:rsid w:val="00231B86"/>
    <w:rsid w:val="00245F6B"/>
    <w:rsid w:val="00287E2A"/>
    <w:rsid w:val="002E04C0"/>
    <w:rsid w:val="00347EE0"/>
    <w:rsid w:val="00396F1B"/>
    <w:rsid w:val="003A5F60"/>
    <w:rsid w:val="003B775F"/>
    <w:rsid w:val="003C2790"/>
    <w:rsid w:val="003D48D1"/>
    <w:rsid w:val="003E1275"/>
    <w:rsid w:val="003E292E"/>
    <w:rsid w:val="00407590"/>
    <w:rsid w:val="0043467C"/>
    <w:rsid w:val="0046665C"/>
    <w:rsid w:val="00484CFF"/>
    <w:rsid w:val="004961F2"/>
    <w:rsid w:val="004E070D"/>
    <w:rsid w:val="004E6680"/>
    <w:rsid w:val="00570E38"/>
    <w:rsid w:val="005A474C"/>
    <w:rsid w:val="005C2BEA"/>
    <w:rsid w:val="0060654D"/>
    <w:rsid w:val="00617831"/>
    <w:rsid w:val="0070644E"/>
    <w:rsid w:val="007064BA"/>
    <w:rsid w:val="00716212"/>
    <w:rsid w:val="007573EC"/>
    <w:rsid w:val="00771188"/>
    <w:rsid w:val="007A0340"/>
    <w:rsid w:val="007F69EC"/>
    <w:rsid w:val="00821C80"/>
    <w:rsid w:val="00834FBC"/>
    <w:rsid w:val="00867A9B"/>
    <w:rsid w:val="009242BC"/>
    <w:rsid w:val="00936CFB"/>
    <w:rsid w:val="009774A5"/>
    <w:rsid w:val="00980415"/>
    <w:rsid w:val="00995EEC"/>
    <w:rsid w:val="009C437A"/>
    <w:rsid w:val="009F35C9"/>
    <w:rsid w:val="00A416B2"/>
    <w:rsid w:val="00A43151"/>
    <w:rsid w:val="00A932A6"/>
    <w:rsid w:val="00AA594F"/>
    <w:rsid w:val="00AB61B6"/>
    <w:rsid w:val="00AD7432"/>
    <w:rsid w:val="00B11EA3"/>
    <w:rsid w:val="00B41A5F"/>
    <w:rsid w:val="00B551AF"/>
    <w:rsid w:val="00B74930"/>
    <w:rsid w:val="00BA0BEE"/>
    <w:rsid w:val="00BB177D"/>
    <w:rsid w:val="00C06485"/>
    <w:rsid w:val="00CC7593"/>
    <w:rsid w:val="00D05ABE"/>
    <w:rsid w:val="00D27AD5"/>
    <w:rsid w:val="00D334B7"/>
    <w:rsid w:val="00D421DD"/>
    <w:rsid w:val="00D52F5E"/>
    <w:rsid w:val="00D73B70"/>
    <w:rsid w:val="00DA20F1"/>
    <w:rsid w:val="00E14D0C"/>
    <w:rsid w:val="00E730D4"/>
    <w:rsid w:val="00E819CF"/>
    <w:rsid w:val="00EB2BE8"/>
    <w:rsid w:val="00EB5EAB"/>
    <w:rsid w:val="00EC251B"/>
    <w:rsid w:val="00EC6E0A"/>
    <w:rsid w:val="00ED0E2F"/>
    <w:rsid w:val="00F83B51"/>
    <w:rsid w:val="00F91D3D"/>
    <w:rsid w:val="00F953BE"/>
    <w:rsid w:val="00FF041A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AF81D5"/>
  <w15:docId w15:val="{9B241CD6-F367-45B6-934B-880FB817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itle">
    <w:name w:val="Title"/>
    <w:basedOn w:val="Normal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BodyText2">
    <w:name w:val="Body Text 2"/>
    <w:basedOn w:val="Normal"/>
    <w:pPr>
      <w:widowControl w:val="0"/>
      <w:jc w:val="both"/>
    </w:pPr>
    <w:rPr>
      <w:sz w:val="24"/>
    </w:rPr>
  </w:style>
  <w:style w:type="paragraph" w:styleId="EndnoteText">
    <w:name w:val="endnote text"/>
    <w:basedOn w:val="Normal"/>
    <w:link w:val="EndnoteTextChar"/>
    <w:rsid w:val="00150D7E"/>
  </w:style>
  <w:style w:type="character" w:customStyle="1" w:styleId="EndnoteTextChar">
    <w:name w:val="Endnote Text Char"/>
    <w:basedOn w:val="DefaultParagraphFont"/>
    <w:link w:val="EndnoteText"/>
    <w:rsid w:val="00150D7E"/>
  </w:style>
  <w:style w:type="character" w:styleId="EndnoteReference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Wykaz%20personelu.dot</Template>
  <TotalTime>14</TotalTime>
  <Pages>1</Pages>
  <Words>222</Words>
  <Characters>1268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Izabela Jarczyńska</dc:creator>
  <cp:keywords/>
  <cp:lastModifiedBy>Sławomir Baum</cp:lastModifiedBy>
  <cp:revision>26</cp:revision>
  <cp:lastPrinted>2000-12-12T07:01:00Z</cp:lastPrinted>
  <dcterms:created xsi:type="dcterms:W3CDTF">2024-04-08T23:21:00Z</dcterms:created>
  <dcterms:modified xsi:type="dcterms:W3CDTF">2024-12-03T16:07:00Z</dcterms:modified>
</cp:coreProperties>
</file>